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出访团组日程</w:t>
      </w:r>
    </w:p>
    <w:p>
      <w:pPr>
        <w:rPr>
          <w:rFonts w:asciiTheme="majorEastAsia" w:hAnsiTheme="majorEastAsia" w:eastAsiaTheme="majorEastAsia" w:cstheme="majorEastAsia"/>
          <w:sz w:val="24"/>
        </w:rPr>
      </w:pPr>
    </w:p>
    <w:p>
      <w:pPr>
        <w:rPr>
          <w:rFonts w:hint="default" w:ascii="仿宋" w:hAnsi="仿宋" w:eastAsia="仿宋" w:cstheme="majorEastAsia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theme="majorEastAsia"/>
          <w:b/>
          <w:sz w:val="28"/>
          <w:szCs w:val="28"/>
        </w:rPr>
        <w:t>组团单位盖章：                   团长审核签名</w:t>
      </w:r>
      <w:r>
        <w:rPr>
          <w:rFonts w:hint="eastAsia" w:ascii="仿宋" w:hAnsi="仿宋" w:eastAsia="仿宋" w:cstheme="majorEastAsia"/>
          <w:b/>
          <w:sz w:val="28"/>
          <w:szCs w:val="28"/>
          <w:lang w:eastAsia="zh-CN"/>
        </w:rPr>
        <w:t>：</w:t>
      </w:r>
      <w:r>
        <w:rPr>
          <w:rFonts w:hint="eastAsia" w:ascii="仿宋" w:hAnsi="仿宋" w:eastAsia="仿宋" w:cstheme="majorEastAsia"/>
          <w:b/>
          <w:sz w:val="28"/>
          <w:szCs w:val="28"/>
          <w:lang w:val="en-US" w:eastAsia="zh-CN"/>
        </w:rPr>
        <w:t>（本人亲笔签名）</w:t>
      </w:r>
    </w:p>
    <w:tbl>
      <w:tblPr>
        <w:tblStyle w:val="6"/>
        <w:tblW w:w="100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3"/>
        <w:gridCol w:w="7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4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日  期</w:t>
            </w:r>
          </w:p>
        </w:tc>
        <w:tc>
          <w:tcPr>
            <w:tcW w:w="76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日程安排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44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x年x月x日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（星期x）</w:t>
            </w: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上午：移动：沈阳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北京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840" w:firstLineChars="30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离境：北京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莫斯科（航班）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（转机不出机场）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44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下午：移动：莫斯科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圣披德堡（航班或火车或汽车）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44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x年x月x日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（星期x）</w:t>
            </w: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上午：拜访某某学校，并与校长就某某合作项目进行商谈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244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下午：拜访某某学校，并与校长就某某合作项目进行商谈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244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x年x月x日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（星期x）</w:t>
            </w: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244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下午：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244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x年x月x日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（星期x）</w:t>
            </w: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上午：拜访某某学校，并与校长就某某合作项目进行商谈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244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下午：圣披德堡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莫斯科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北京（航班）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（转机不出机场）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244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x年x月x日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（星期x）</w:t>
            </w: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上午：移动：莫斯科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244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下午：入境：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:30抵达北京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24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说明</w:t>
            </w: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公务活动要具体详实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  <w:t>，占行程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2/3以上；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须写明国家和国外城市间交通工具，并注明抵离时间；</w:t>
            </w:r>
          </w:p>
          <w:p>
            <w:pPr>
              <w:numPr>
                <w:ilvl w:val="0"/>
                <w:numId w:val="1"/>
              </w:numPr>
              <w:spacing w:line="3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若签署协议，须在日程中体现并附协议文本复印件。</w:t>
            </w:r>
          </w:p>
        </w:tc>
      </w:tr>
    </w:tbl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b/>
          <w:color w:val="0000FF"/>
          <w:szCs w:val="21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eastAsia="zh-CN"/>
        </w:rPr>
        <w:t>此页无需打印</w:t>
      </w:r>
      <w:r>
        <w:rPr>
          <w:rFonts w:hint="eastAsia" w:ascii="仿宋" w:hAnsi="仿宋" w:eastAsia="仿宋" w:cs="仿宋"/>
          <w:sz w:val="32"/>
          <w:szCs w:val="32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jc w:val="center"/>
        <w:textAlignment w:val="auto"/>
        <w:rPr>
          <w:rFonts w:hint="eastAsia" w:ascii="宋体" w:hAnsi="宋体"/>
          <w:b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hint="eastAsia" w:ascii="宋体" w:hAnsi="宋体" w:eastAsia="宋体" w:cs="宋体"/>
          <w:b/>
          <w:bCs/>
          <w:color w:val="C00000"/>
          <w:sz w:val="32"/>
          <w:szCs w:val="32"/>
          <w:lang w:eastAsia="zh-CN"/>
        </w:rPr>
        <w:t>审签样例</w:t>
      </w:r>
      <w:r>
        <w:rPr>
          <w:rFonts w:hint="eastAsia" w:ascii="仿宋" w:hAnsi="仿宋" w:eastAsia="仿宋" w:cs="仿宋"/>
          <w:sz w:val="32"/>
          <w:szCs w:val="32"/>
        </w:rPr>
        <w:t>】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541020</wp:posOffset>
            </wp:positionH>
            <wp:positionV relativeFrom="paragraph">
              <wp:posOffset>67945</wp:posOffset>
            </wp:positionV>
            <wp:extent cx="4296410" cy="5934075"/>
            <wp:effectExtent l="0" t="0" r="8890" b="9525"/>
            <wp:wrapSquare wrapText="bothSides"/>
            <wp:docPr id="4" name="图片 4" descr="1679280239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7928023936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641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填写</w:t>
      </w:r>
      <w:r>
        <w:rPr>
          <w:rFonts w:hint="eastAsia" w:ascii="宋体" w:hAnsi="宋体"/>
          <w:b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一、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从出境算起至入境为止，如1月11日出发，1月17日抵达，出访天数是7天。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参加会议的团组需填写会议详细研讨内容。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644B06"/>
    <w:multiLevelType w:val="singleLevel"/>
    <w:tmpl w:val="3B644B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NlMTUyNDQ3MjI2ODMyOWI0ZmU0YmQ4ZDVlMGE0NjAifQ=="/>
  </w:docVars>
  <w:rsids>
    <w:rsidRoot w:val="26395F97"/>
    <w:rsid w:val="003836B3"/>
    <w:rsid w:val="0098624C"/>
    <w:rsid w:val="00C150AB"/>
    <w:rsid w:val="00C85941"/>
    <w:rsid w:val="00DA633C"/>
    <w:rsid w:val="07921D7B"/>
    <w:rsid w:val="17B80DC2"/>
    <w:rsid w:val="18E71694"/>
    <w:rsid w:val="1AE24F9C"/>
    <w:rsid w:val="1E200DA7"/>
    <w:rsid w:val="2144292A"/>
    <w:rsid w:val="26395F97"/>
    <w:rsid w:val="2907142C"/>
    <w:rsid w:val="2A63030A"/>
    <w:rsid w:val="2A7E77AA"/>
    <w:rsid w:val="2DB41456"/>
    <w:rsid w:val="2FB62238"/>
    <w:rsid w:val="310014BC"/>
    <w:rsid w:val="32AB3781"/>
    <w:rsid w:val="37A83DDA"/>
    <w:rsid w:val="49214B93"/>
    <w:rsid w:val="4EF132C3"/>
    <w:rsid w:val="51570432"/>
    <w:rsid w:val="5AF82F4D"/>
    <w:rsid w:val="61C25F99"/>
    <w:rsid w:val="68336E40"/>
    <w:rsid w:val="69C02501"/>
    <w:rsid w:val="6A574365"/>
    <w:rsid w:val="6D535020"/>
    <w:rsid w:val="6DCB770D"/>
    <w:rsid w:val="73A26DE2"/>
    <w:rsid w:val="749E131D"/>
    <w:rsid w:val="7B730997"/>
    <w:rsid w:val="7DF10ED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2</Pages>
  <Words>418</Words>
  <Characters>426</Characters>
  <Lines>1</Lines>
  <Paragraphs>1</Paragraphs>
  <TotalTime>3</TotalTime>
  <ScaleCrop>false</ScaleCrop>
  <LinksUpToDate>false</LinksUpToDate>
  <CharactersWithSpaces>447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2018-09-04T02:16:00Z</dcterms:created>
  <dc:creator>S.s.</dc:creator>
  <cp:lastModifiedBy>neufad</cp:lastModifiedBy>
  <dcterms:modified xsi:type="dcterms:W3CDTF">2023-05-30T07:04:05Z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B50DB63FCDE448F79B33DAE71A70DB7B</vt:lpwstr>
  </property>
</Properties>
</file>