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出访人员名单</w:t>
      </w: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</w:p>
    <w:tbl>
      <w:tblPr>
        <w:tblStyle w:val="6"/>
        <w:tblW w:w="100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143"/>
        <w:gridCol w:w="717"/>
        <w:gridCol w:w="720"/>
        <w:gridCol w:w="2795"/>
        <w:gridCol w:w="1735"/>
        <w:gridCol w:w="1455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  <w:jc w:val="center"/>
        </w:trPr>
        <w:tc>
          <w:tcPr>
            <w:tcW w:w="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年龄</w:t>
            </w:r>
          </w:p>
        </w:tc>
        <w:tc>
          <w:tcPr>
            <w:tcW w:w="2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工作单位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职务、职称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级别</w:t>
            </w:r>
          </w:p>
        </w:tc>
        <w:tc>
          <w:tcPr>
            <w:tcW w:w="8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年内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出访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某某某</w:t>
            </w:r>
          </w:p>
        </w:tc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50</w:t>
            </w:r>
          </w:p>
        </w:tc>
        <w:tc>
          <w:tcPr>
            <w:tcW w:w="2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东北大学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所属部门名称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主任、教授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处级</w:t>
            </w:r>
          </w:p>
        </w:tc>
        <w:tc>
          <w:tcPr>
            <w:tcW w:w="8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某某某</w:t>
            </w:r>
          </w:p>
        </w:tc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50</w:t>
            </w:r>
          </w:p>
        </w:tc>
        <w:tc>
          <w:tcPr>
            <w:tcW w:w="2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东北大学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所属部门名称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处长、教授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处级</w:t>
            </w:r>
          </w:p>
        </w:tc>
        <w:tc>
          <w:tcPr>
            <w:tcW w:w="8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某某某</w:t>
            </w:r>
          </w:p>
        </w:tc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50</w:t>
            </w:r>
          </w:p>
        </w:tc>
        <w:tc>
          <w:tcPr>
            <w:tcW w:w="2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东北大学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所属部门名称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教授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副处级</w:t>
            </w:r>
          </w:p>
        </w:tc>
        <w:tc>
          <w:tcPr>
            <w:tcW w:w="8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某某某</w:t>
            </w:r>
          </w:p>
        </w:tc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50</w:t>
            </w:r>
          </w:p>
        </w:tc>
        <w:tc>
          <w:tcPr>
            <w:tcW w:w="2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东北大学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所属部门名称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教授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副处级</w:t>
            </w:r>
          </w:p>
        </w:tc>
        <w:tc>
          <w:tcPr>
            <w:tcW w:w="8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某某某</w:t>
            </w:r>
          </w:p>
        </w:tc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50</w:t>
            </w:r>
          </w:p>
        </w:tc>
        <w:tc>
          <w:tcPr>
            <w:tcW w:w="2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东北大学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所属部门名称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教授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处级以下</w:t>
            </w:r>
          </w:p>
        </w:tc>
        <w:tc>
          <w:tcPr>
            <w:tcW w:w="8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以下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空白</w:t>
            </w:r>
          </w:p>
        </w:tc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exact"/>
          <w:jc w:val="center"/>
        </w:trPr>
        <w:tc>
          <w:tcPr>
            <w:tcW w:w="1006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注：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1.年龄按照出访时实际生日计算。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2.年内出访次数不包含本次。</w:t>
            </w:r>
            <w:bookmarkStart w:id="0" w:name="_GoBack"/>
            <w:bookmarkEnd w:id="0"/>
          </w:p>
        </w:tc>
      </w:tr>
    </w:tbl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br w:type="page"/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【</w:t>
      </w:r>
      <w:r>
        <w:rPr>
          <w:rFonts w:hint="eastAsia" w:ascii="仿宋" w:hAnsi="仿宋" w:eastAsia="仿宋" w:cs="仿宋"/>
          <w:b/>
          <w:bCs/>
          <w:color w:val="C00000"/>
          <w:sz w:val="32"/>
          <w:szCs w:val="32"/>
          <w:lang w:eastAsia="zh-CN"/>
        </w:rPr>
        <w:t>此页无需打印</w:t>
      </w:r>
      <w:r>
        <w:rPr>
          <w:rFonts w:hint="eastAsia" w:ascii="仿宋" w:hAnsi="仿宋" w:eastAsia="仿宋" w:cs="仿宋"/>
          <w:sz w:val="32"/>
          <w:szCs w:val="32"/>
        </w:rPr>
        <w:t>】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jc w:val="center"/>
        <w:textAlignment w:val="auto"/>
        <w:rPr>
          <w:rFonts w:hint="eastAsia" w:ascii="宋体" w:hAnsi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填写</w:t>
      </w:r>
      <w:r>
        <w:rPr>
          <w:rFonts w:hint="eastAsia" w:ascii="宋体" w:hAnsi="宋体"/>
          <w:b/>
          <w:sz w:val="32"/>
          <w:szCs w:val="32"/>
          <w:lang w:eastAsia="zh-CN"/>
        </w:rPr>
        <w:t>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-171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一、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年龄算法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按照出访时实际生日计算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-171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工作单位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”：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填至处级单位，写全称或规范简称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-171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职务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”：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填写技术职务和行政职务，如“教授”、“处长”等。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-171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四、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“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级别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”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请填写行政级别，院长、处长为“处级”、副院长、副处长为“副处级”。副处级以下及没有行政级别的老师请填“处级以下”。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-171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五、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年内出访次数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”：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年内出访次数不包含本次。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-171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VhY2UwNDExM2FiNzU4NzNjZTViZjQzYWMwYjVjZDMifQ=="/>
  </w:docVars>
  <w:rsids>
    <w:rsidRoot w:val="26395F97"/>
    <w:rsid w:val="00124E5F"/>
    <w:rsid w:val="004C01C3"/>
    <w:rsid w:val="004E03A0"/>
    <w:rsid w:val="007635F3"/>
    <w:rsid w:val="00772893"/>
    <w:rsid w:val="00795E34"/>
    <w:rsid w:val="009269A2"/>
    <w:rsid w:val="009477C8"/>
    <w:rsid w:val="00AB602F"/>
    <w:rsid w:val="00DE5134"/>
    <w:rsid w:val="0309632D"/>
    <w:rsid w:val="0707271F"/>
    <w:rsid w:val="1C202F72"/>
    <w:rsid w:val="1CB44B47"/>
    <w:rsid w:val="1F187782"/>
    <w:rsid w:val="21893052"/>
    <w:rsid w:val="22D20B7E"/>
    <w:rsid w:val="257C175D"/>
    <w:rsid w:val="26395F97"/>
    <w:rsid w:val="36653C36"/>
    <w:rsid w:val="3B0347F2"/>
    <w:rsid w:val="4B566254"/>
    <w:rsid w:val="54D422F1"/>
    <w:rsid w:val="5A4F1526"/>
    <w:rsid w:val="5E1F71EF"/>
    <w:rsid w:val="6D535020"/>
    <w:rsid w:val="6D5D610D"/>
    <w:rsid w:val="753A3541"/>
    <w:rsid w:val="756B19C7"/>
    <w:rsid w:val="7893658B"/>
    <w:rsid w:val="790C6E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Microsoft</Company>
  <Pages>2</Pages>
  <Words>354</Words>
  <Characters>361</Characters>
  <Lines>1</Lines>
  <Paragraphs>1</Paragraphs>
  <TotalTime>6</TotalTime>
  <ScaleCrop>false</ScaleCrop>
  <LinksUpToDate>false</LinksUpToDate>
  <CharactersWithSpaces>363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2018-09-04T02:16:00Z</dcterms:created>
  <dc:creator>S.s.</dc:creator>
  <cp:lastModifiedBy>wyy</cp:lastModifiedBy>
  <dcterms:modified xsi:type="dcterms:W3CDTF">2023-05-06T03:56:46Z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B4EADEE8F94647D8955679F4B8BAE443</vt:lpwstr>
  </property>
</Properties>
</file>